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1B195D68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="00082742">
        <w:rPr>
          <w:rFonts w:ascii="Calibri" w:hAnsi="Calibri"/>
          <w:b/>
          <w:bCs/>
          <w:color w:val="00558C"/>
          <w:sz w:val="24"/>
          <w:szCs w:val="24"/>
        </w:rPr>
        <w:t>PAP</w:t>
      </w:r>
      <w:r w:rsidR="006D6CBE">
        <w:rPr>
          <w:rFonts w:ascii="Calibri" w:hAnsi="Calibri"/>
          <w:b/>
          <w:bCs/>
          <w:color w:val="00558C"/>
          <w:sz w:val="24"/>
          <w:szCs w:val="24"/>
        </w:rPr>
        <w:t>42-6.9.4</w:t>
      </w:r>
      <w:r w:rsidR="00C125AF">
        <w:rPr>
          <w:rFonts w:ascii="Calibri" w:hAnsi="Calibri"/>
          <w:b/>
          <w:bCs/>
          <w:color w:val="00558C"/>
          <w:sz w:val="24"/>
          <w:szCs w:val="24"/>
        </w:rPr>
        <w:t>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0A5FB071" w:rsidR="0080294B" w:rsidRPr="00B0084A" w:rsidRDefault="00C125AF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924D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924D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C125AF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C6F394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924DB">
        <w:rPr>
          <w:rFonts w:ascii="Calibri" w:hAnsi="Calibri"/>
        </w:rPr>
        <w:t>6.9.4</w:t>
      </w:r>
    </w:p>
    <w:p w14:paraId="1AB3E246" w14:textId="59A03F6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0924DB">
        <w:rPr>
          <w:rFonts w:ascii="Calibri" w:hAnsi="Calibri"/>
        </w:rPr>
        <w:t>Strategy and policy</w:t>
      </w:r>
    </w:p>
    <w:p w14:paraId="01FC5420" w14:textId="3E0D13BA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553DB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241EFACF" w:rsidR="00A446C9" w:rsidRPr="00605E43" w:rsidRDefault="000924DB" w:rsidP="0035243F">
      <w:pPr>
        <w:pStyle w:val="Title"/>
      </w:pPr>
      <w:r>
        <w:t>Maritime ict proposal from republic of korea</w:t>
      </w:r>
    </w:p>
    <w:p w14:paraId="2D829213" w14:textId="4849D822" w:rsidR="00BD4E6F" w:rsidRPr="001D568D" w:rsidRDefault="00082742" w:rsidP="00B56BDF">
      <w:pPr>
        <w:pStyle w:val="Heading1"/>
      </w:pPr>
      <w:r>
        <w:t>Background</w:t>
      </w:r>
    </w:p>
    <w:p w14:paraId="7C0083F0" w14:textId="492AC05B" w:rsidR="00921479" w:rsidRDefault="00851373" w:rsidP="00B56BDF">
      <w:pPr>
        <w:pStyle w:val="BodyTex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 xml:space="preserve">This </w:t>
      </w:r>
      <w:r w:rsidR="001D568D">
        <w:rPr>
          <w:rFonts w:ascii="Calibri" w:hAnsi="Calibri"/>
          <w:lang w:eastAsia="de-DE"/>
        </w:rPr>
        <w:t xml:space="preserve">document is submitted to PAP </w:t>
      </w:r>
      <w:r w:rsidR="00B00AEB">
        <w:rPr>
          <w:rFonts w:ascii="Calibri" w:hAnsi="Calibri"/>
          <w:lang w:eastAsia="de-DE"/>
        </w:rPr>
        <w:t xml:space="preserve">to </w:t>
      </w:r>
      <w:r w:rsidR="002D46F5">
        <w:rPr>
          <w:rFonts w:ascii="Calibri" w:hAnsi="Calibri"/>
          <w:lang w:eastAsia="de-DE"/>
        </w:rPr>
        <w:t xml:space="preserve">discuss </w:t>
      </w:r>
      <w:r w:rsidR="00921479">
        <w:rPr>
          <w:rFonts w:ascii="Calibri" w:hAnsi="Calibri"/>
          <w:lang w:eastAsia="de-DE"/>
        </w:rPr>
        <w:t xml:space="preserve">a proposal from the Republic of Korea for a new output to establish a joint IMO/IALA working group on maritime information communication technology. </w:t>
      </w:r>
    </w:p>
    <w:p w14:paraId="5432CFB6" w14:textId="356B555B" w:rsidR="00B56BDF" w:rsidRDefault="009C5E6A" w:rsidP="008553DB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submitter ask</w:t>
      </w:r>
      <w:r w:rsidR="008553DB">
        <w:rPr>
          <w:rFonts w:ascii="Calibri" w:hAnsi="Calibri"/>
        </w:rPr>
        <w:t xml:space="preserve">s IALA and members to cosponsor the proposal </w:t>
      </w:r>
      <w:r w:rsidR="00505AE9">
        <w:rPr>
          <w:rFonts w:ascii="Calibri" w:hAnsi="Calibri"/>
        </w:rPr>
        <w:t xml:space="preserve">to IMO </w:t>
      </w:r>
      <w:r w:rsidR="008553DB">
        <w:rPr>
          <w:rFonts w:ascii="Calibri" w:hAnsi="Calibri"/>
        </w:rPr>
        <w:t>and its presentation session</w:t>
      </w:r>
      <w:r>
        <w:rPr>
          <w:rFonts w:ascii="Calibri" w:hAnsi="Calibri"/>
        </w:rPr>
        <w:t xml:space="preserve"> </w:t>
      </w:r>
      <w:r w:rsidR="00385DE9">
        <w:rPr>
          <w:rFonts w:ascii="Calibri" w:hAnsi="Calibri"/>
        </w:rPr>
        <w:t xml:space="preserve">during PAP </w:t>
      </w:r>
      <w:r>
        <w:rPr>
          <w:rFonts w:ascii="Calibri" w:hAnsi="Calibri"/>
        </w:rPr>
        <w:t xml:space="preserve">is planned to take a place on </w:t>
      </w:r>
      <w:r w:rsidR="00850017">
        <w:rPr>
          <w:rFonts w:ascii="Calibri" w:hAnsi="Calibri"/>
        </w:rPr>
        <w:t xml:space="preserve">9 Sep 2021 at </w:t>
      </w:r>
      <w:r w:rsidR="00F456F5">
        <w:rPr>
          <w:rFonts w:ascii="Calibri" w:hAnsi="Calibri"/>
        </w:rPr>
        <w:t xml:space="preserve">10:00 UTC. </w:t>
      </w:r>
    </w:p>
    <w:p w14:paraId="553E55ED" w14:textId="675A8949" w:rsidR="00E55927" w:rsidRPr="0035243F" w:rsidRDefault="006D6CB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draft proposal is attached as PAP42-</w:t>
      </w:r>
      <w:r w:rsidR="00866156">
        <w:rPr>
          <w:rFonts w:ascii="Calibri" w:hAnsi="Calibri"/>
        </w:rPr>
        <w:t xml:space="preserve">6.9.4.1.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A9FD49F" w14:textId="1A5E4A7B" w:rsidR="00F25BF4" w:rsidRPr="007A395D" w:rsidRDefault="00F25BF4" w:rsidP="0052338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5656D7">
        <w:rPr>
          <w:rFonts w:ascii="Calibri" w:hAnsi="Calibri"/>
        </w:rPr>
        <w:t>PAP</w:t>
      </w:r>
      <w:r w:rsidRPr="007A395D">
        <w:rPr>
          <w:rFonts w:ascii="Calibri" w:hAnsi="Calibri"/>
        </w:rPr>
        <w:t xml:space="preserve"> is requested to</w:t>
      </w:r>
      <w:r w:rsidR="005656D7">
        <w:rPr>
          <w:rFonts w:ascii="Calibri" w:hAnsi="Calibri"/>
        </w:rPr>
        <w:t xml:space="preserve"> </w:t>
      </w:r>
      <w:r w:rsidR="00523389">
        <w:rPr>
          <w:rFonts w:ascii="Calibri" w:hAnsi="Calibri"/>
        </w:rPr>
        <w:t xml:space="preserve">consider the proposal and take action as appropriate. </w:t>
      </w:r>
    </w:p>
    <w:p w14:paraId="16AE6650" w14:textId="0C2C105D" w:rsidR="004D1D85" w:rsidRPr="007A395D" w:rsidRDefault="004D1D85" w:rsidP="00866156">
      <w:pPr>
        <w:pStyle w:val="Annex"/>
        <w:numPr>
          <w:ilvl w:val="0"/>
          <w:numId w:val="0"/>
        </w:numPr>
        <w:ind w:left="851" w:hanging="851"/>
      </w:pPr>
    </w:p>
    <w:sectPr w:rsidR="004D1D85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5061DC89" w:rsidR="004533B7" w:rsidRPr="00C907DF" w:rsidRDefault="00385DE9" w:rsidP="004533B7">
    <w:pPr>
      <w:pStyle w:val="Footerportrait"/>
    </w:pPr>
    <w:fldSimple w:instr=" STYLEREF  Title  \* MERGEFORMAT ">
      <w:r w:rsidR="00C125AF">
        <w:t>Maritime ict proposal from republic of korea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6F5388A0" w:rsidR="00637047" w:rsidRPr="00C907DF" w:rsidRDefault="00385DE9" w:rsidP="00637047">
    <w:pPr>
      <w:pStyle w:val="Footerportrait"/>
    </w:pPr>
    <w:fldSimple w:instr=" STYLEREF  Title  \* MERGEFORMAT ">
      <w:r w:rsidR="00866156">
        <w:t>Maritime ict proposal from republic of korea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1"/>
  </w:num>
  <w:num w:numId="5">
    <w:abstractNumId w:val="31"/>
  </w:num>
  <w:num w:numId="6">
    <w:abstractNumId w:val="11"/>
  </w:num>
  <w:num w:numId="7">
    <w:abstractNumId w:val="44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2"/>
  </w:num>
  <w:num w:numId="14">
    <w:abstractNumId w:val="16"/>
  </w:num>
  <w:num w:numId="15">
    <w:abstractNumId w:val="48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49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3"/>
  </w:num>
  <w:num w:numId="53">
    <w:abstractNumId w:val="46"/>
  </w:num>
  <w:num w:numId="54">
    <w:abstractNumId w:val="15"/>
  </w:num>
  <w:num w:numId="55">
    <w:abstractNumId w:val="47"/>
  </w:num>
  <w:num w:numId="56">
    <w:abstractNumId w:val="40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5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oxqAbGigDA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2742"/>
    <w:rsid w:val="00084F33"/>
    <w:rsid w:val="000924DB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D568D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46F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85DE9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5AE9"/>
    <w:rsid w:val="0050690E"/>
    <w:rsid w:val="005107EB"/>
    <w:rsid w:val="00521345"/>
    <w:rsid w:val="00523389"/>
    <w:rsid w:val="00526DF0"/>
    <w:rsid w:val="00545CC4"/>
    <w:rsid w:val="00551FFF"/>
    <w:rsid w:val="005607A2"/>
    <w:rsid w:val="005656D7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D6CBE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017"/>
    <w:rsid w:val="00850293"/>
    <w:rsid w:val="00851373"/>
    <w:rsid w:val="00851BA6"/>
    <w:rsid w:val="008553DB"/>
    <w:rsid w:val="0085654D"/>
    <w:rsid w:val="00861160"/>
    <w:rsid w:val="00861801"/>
    <w:rsid w:val="00866156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1479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E6A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0AEB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125AF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56F5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0E390-DA8A-4886-A198-2CC87692D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70</cp:revision>
  <dcterms:created xsi:type="dcterms:W3CDTF">2021-08-28T15:13:00Z</dcterms:created>
  <dcterms:modified xsi:type="dcterms:W3CDTF">2021-09-04T16:55:00Z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